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D300C0BA-EACD-4E1C-A853-F134CE46191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